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B18D13" w14:textId="75990239" w:rsidR="00DD29C3" w:rsidRPr="00DD29C3" w:rsidRDefault="000262B4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lang w:eastAsia="cs-CZ"/>
        </w:rPr>
        <w:t xml:space="preserve">Příloha Kupní smlouvy č. </w:t>
      </w:r>
      <w:r w:rsidR="008F14DE">
        <w:rPr>
          <w:rFonts w:asciiTheme="majorHAnsi" w:eastAsia="Times New Roman" w:hAnsiTheme="majorHAnsi" w:cs="Times New Roman"/>
          <w:lang w:eastAsia="cs-CZ"/>
        </w:rPr>
        <w:t>4</w:t>
      </w:r>
      <w:r w:rsidR="001C22B6" w:rsidRPr="001C22B6">
        <w:rPr>
          <w:rFonts w:asciiTheme="majorHAnsi" w:eastAsia="Times New Roman" w:hAnsiTheme="majorHAnsi" w:cs="Times New Roman"/>
          <w:lang w:eastAsia="cs-CZ"/>
        </w:rPr>
        <w:t xml:space="preserve"> </w:t>
      </w:r>
      <w:r w:rsidR="001C22B6">
        <w:rPr>
          <w:rFonts w:asciiTheme="majorHAnsi" w:eastAsia="Times New Roman" w:hAnsiTheme="majorHAnsi" w:cs="Times New Roman"/>
          <w:lang w:eastAsia="cs-CZ"/>
        </w:rPr>
        <w:t>– Poddodavatel</w:t>
      </w:r>
      <w:r w:rsidR="003146C2">
        <w:rPr>
          <w:rFonts w:asciiTheme="majorHAnsi" w:eastAsia="Times New Roman" w:hAnsiTheme="majorHAnsi" w:cs="Times New Roman"/>
          <w:lang w:eastAsia="cs-CZ"/>
        </w:rPr>
        <w:t>é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2792E68" w:rsidR="00DD29C3" w:rsidRPr="001B629E" w:rsidRDefault="00CA7297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Kupujícímu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</w:t>
      </w:r>
      <w:r w:rsidR="00082D79">
        <w:rPr>
          <w:rFonts w:asciiTheme="majorHAnsi" w:eastAsia="Times New Roman" w:hAnsiTheme="majorHAnsi" w:cs="Times New Roman"/>
          <w:highlight w:val="green"/>
          <w:lang w:eastAsia="cs-CZ"/>
        </w:rPr>
        <w:t>.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473268BD" w14:textId="7255FC7F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/</w:t>
      </w:r>
      <w:r w:rsidR="00E61007">
        <w:rPr>
          <w:rFonts w:asciiTheme="majorHAnsi" w:eastAsia="Times New Roman" w:hAnsiTheme="majorHAnsi" w:cs="Times New Roman"/>
          <w:highlight w:val="green"/>
          <w:lang w:eastAsia="cs-CZ"/>
        </w:rPr>
        <w:t xml:space="preserve"> nebo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</w:p>
    <w:p w14:paraId="73E8FBC4" w14:textId="6D5C5694" w:rsidR="00DD29C3" w:rsidRPr="001B629E" w:rsidRDefault="00CA7297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2"/>
        <w:gridCol w:w="4912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184367F8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05EC8C3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FF02D4">
              <w:rPr>
                <w:rFonts w:asciiTheme="majorHAnsi" w:hAnsiTheme="majorHAnsi" w:cs="Tahoma"/>
                <w:i/>
                <w:sz w:val="18"/>
                <w:szCs w:val="18"/>
                <w:highlight w:val="green"/>
              </w:rPr>
              <w:t xml:space="preserve">DOPLNÍ </w:t>
            </w:r>
            <w:r w:rsidR="00CA7297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61664C5B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A7297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1C22B6">
        <w:rPr>
          <w:rFonts w:asciiTheme="majorHAnsi" w:eastAsia="Times New Roman" w:hAnsiTheme="majorHAnsi" w:cs="Times New Roman"/>
          <w:highlight w:val="green"/>
          <w:lang w:eastAsia="cs-CZ"/>
        </w:rPr>
        <w:t>Prodávající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35EBE10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A2DE9C7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0181544F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E5BF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24EF78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B6E0F1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CE81D9" w14:textId="6ACA9320" w:rsidR="008F14DE" w:rsidRDefault="008F14DE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1824" behindDoc="0" locked="0" layoutInCell="1" allowOverlap="1" wp14:anchorId="787B2064" wp14:editId="032B8A8E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309245"/>
              <wp:effectExtent l="0" t="0" r="1270" b="14605"/>
              <wp:wrapNone/>
              <wp:docPr id="773098096" name="Textové pole 6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3092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FB11A0" w14:textId="45DFDF19" w:rsidR="008F14DE" w:rsidRPr="008F14DE" w:rsidRDefault="008F14DE" w:rsidP="008F14D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F14D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87B2064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alt="SŽ: Interní" style="position:absolute;margin-left:0;margin-top:0;width:38.9pt;height:24.35pt;z-index:25166182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jNUCw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" filled="f" stroked="f">
              <v:fill o:detectmouseclick="t"/>
              <v:textbox style="mso-fit-shape-to-text:t" inset="0,15pt,0,0">
                <w:txbxContent>
                  <w:p w14:paraId="07FB11A0" w14:textId="45DFDF19" w:rsidR="008F14DE" w:rsidRPr="008F14DE" w:rsidRDefault="008F14DE" w:rsidP="008F14DE">
                    <w:pPr>
                      <w:spacing w:after="0"/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F14DE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1B950B27" w:rsidR="00F1715C" w:rsidRPr="00B8518B" w:rsidRDefault="008F14DE" w:rsidP="00523EA7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2848" behindDoc="0" locked="0" layoutInCell="1" allowOverlap="1" wp14:anchorId="3FD98566" wp14:editId="186850F5">
                    <wp:simplePos x="635" y="63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048497396" name="Textové pole 7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4DEEAA2" w14:textId="16DBFE94" w:rsidR="008F14DE" w:rsidRPr="008F14DE" w:rsidRDefault="008F14DE" w:rsidP="008F14DE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F14D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3FD98566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7" o:spid="_x0000_s1027" type="#_x0000_t202" alt="SŽ: Interní" style="position:absolute;margin-left:0;margin-top:0;width:38.9pt;height:24.35pt;z-index:25166284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+QSDQIAABw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" filled="f" stroked="f">
                    <v:fill o:detectmouseclick="t"/>
                    <v:textbox style="mso-fit-shape-to-text:t" inset="0,15pt,0,0">
                      <w:txbxContent>
                        <w:p w14:paraId="24DEEAA2" w14:textId="16DBFE94" w:rsidR="008F14DE" w:rsidRPr="008F14DE" w:rsidRDefault="008F14DE" w:rsidP="008F14D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F14D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3EEB1998" w:rsidR="00F1715C" w:rsidRPr="00B8518B" w:rsidRDefault="008F14DE" w:rsidP="00FC6389">
          <w:pPr>
            <w:pStyle w:val="Zpat"/>
            <w:rPr>
              <w:rStyle w:val="slostrnky"/>
            </w:rPr>
          </w:pPr>
          <w:r>
            <w:rPr>
              <w:b/>
              <w:noProof/>
              <w:color w:val="FF5200" w:themeColor="accent2"/>
              <w:sz w:val="14"/>
            </w:rPr>
            <mc:AlternateContent>
              <mc:Choice Requires="wps">
                <w:drawing>
                  <wp:anchor distT="0" distB="0" distL="0" distR="0" simplePos="0" relativeHeight="251660800" behindDoc="0" locked="0" layoutInCell="1" allowOverlap="1" wp14:anchorId="5C41C38B" wp14:editId="78B6194B">
                    <wp:simplePos x="447675" y="400050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309245"/>
                    <wp:effectExtent l="0" t="0" r="1270" b="14605"/>
                    <wp:wrapNone/>
                    <wp:docPr id="1435133140" name="Textové pole 5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3092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0DB6E665" w14:textId="3CB1685D" w:rsidR="008F14DE" w:rsidRPr="008F14DE" w:rsidRDefault="008F14DE" w:rsidP="008F14DE">
                                <w:pPr>
                                  <w:spacing w:after="0"/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F14DE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5C41C38B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5" o:spid="_x0000_s1028" type="#_x0000_t202" alt="SŽ: Interní" style="position:absolute;margin-left:0;margin-top:0;width:38.9pt;height:24.35pt;z-index:25166080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0DB6E665" w14:textId="3CB1685D" w:rsidR="008F14DE" w:rsidRPr="008F14DE" w:rsidRDefault="008F14DE" w:rsidP="008F14DE">
                          <w:pPr>
                            <w:spacing w:after="0"/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F14DE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10116227">
    <w:abstractNumId w:val="3"/>
  </w:num>
  <w:num w:numId="2" w16cid:durableId="939334748">
    <w:abstractNumId w:val="2"/>
  </w:num>
  <w:num w:numId="3" w16cid:durableId="120397938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7986530">
    <w:abstractNumId w:val="8"/>
  </w:num>
  <w:num w:numId="5" w16cid:durableId="1539976102">
    <w:abstractNumId w:val="4"/>
  </w:num>
  <w:num w:numId="6" w16cid:durableId="99909301">
    <w:abstractNumId w:val="5"/>
  </w:num>
  <w:num w:numId="7" w16cid:durableId="132480464">
    <w:abstractNumId w:val="0"/>
  </w:num>
  <w:num w:numId="8" w16cid:durableId="805972286">
    <w:abstractNumId w:val="6"/>
  </w:num>
  <w:num w:numId="9" w16cid:durableId="31629880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5036276">
    <w:abstractNumId w:val="5"/>
  </w:num>
  <w:num w:numId="11" w16cid:durableId="1174495986">
    <w:abstractNumId w:val="2"/>
  </w:num>
  <w:num w:numId="12" w16cid:durableId="1536577969">
    <w:abstractNumId w:val="5"/>
  </w:num>
  <w:num w:numId="13" w16cid:durableId="637995716">
    <w:abstractNumId w:val="5"/>
  </w:num>
  <w:num w:numId="14" w16cid:durableId="594024442">
    <w:abstractNumId w:val="5"/>
  </w:num>
  <w:num w:numId="15" w16cid:durableId="1506673524">
    <w:abstractNumId w:val="5"/>
  </w:num>
  <w:num w:numId="16" w16cid:durableId="1387798138">
    <w:abstractNumId w:val="9"/>
  </w:num>
  <w:num w:numId="17" w16cid:durableId="759956375">
    <w:abstractNumId w:val="3"/>
  </w:num>
  <w:num w:numId="18" w16cid:durableId="1441536022">
    <w:abstractNumId w:val="9"/>
  </w:num>
  <w:num w:numId="19" w16cid:durableId="1259757901">
    <w:abstractNumId w:val="9"/>
  </w:num>
  <w:num w:numId="20" w16cid:durableId="945037583">
    <w:abstractNumId w:val="9"/>
  </w:num>
  <w:num w:numId="21" w16cid:durableId="987320560">
    <w:abstractNumId w:val="9"/>
  </w:num>
  <w:num w:numId="22" w16cid:durableId="1509098879">
    <w:abstractNumId w:val="5"/>
  </w:num>
  <w:num w:numId="23" w16cid:durableId="1698236162">
    <w:abstractNumId w:val="2"/>
  </w:num>
  <w:num w:numId="24" w16cid:durableId="1802309813">
    <w:abstractNumId w:val="5"/>
  </w:num>
  <w:num w:numId="25" w16cid:durableId="750465085">
    <w:abstractNumId w:val="5"/>
  </w:num>
  <w:num w:numId="26" w16cid:durableId="1620528626">
    <w:abstractNumId w:val="5"/>
  </w:num>
  <w:num w:numId="27" w16cid:durableId="459960689">
    <w:abstractNumId w:val="5"/>
  </w:num>
  <w:num w:numId="28" w16cid:durableId="235475951">
    <w:abstractNumId w:val="9"/>
  </w:num>
  <w:num w:numId="29" w16cid:durableId="594752806">
    <w:abstractNumId w:val="3"/>
  </w:num>
  <w:num w:numId="30" w16cid:durableId="1219128824">
    <w:abstractNumId w:val="9"/>
  </w:num>
  <w:num w:numId="31" w16cid:durableId="1440173540">
    <w:abstractNumId w:val="9"/>
  </w:num>
  <w:num w:numId="32" w16cid:durableId="750346681">
    <w:abstractNumId w:val="9"/>
  </w:num>
  <w:num w:numId="33" w16cid:durableId="1646080780">
    <w:abstractNumId w:val="9"/>
  </w:num>
  <w:num w:numId="34" w16cid:durableId="2145539222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262B4"/>
    <w:rsid w:val="00063D1E"/>
    <w:rsid w:val="00072C1E"/>
    <w:rsid w:val="00082D79"/>
    <w:rsid w:val="000E23A7"/>
    <w:rsid w:val="000E5BFB"/>
    <w:rsid w:val="0010693F"/>
    <w:rsid w:val="00114472"/>
    <w:rsid w:val="001550BC"/>
    <w:rsid w:val="001605B9"/>
    <w:rsid w:val="00170EC5"/>
    <w:rsid w:val="001747C1"/>
    <w:rsid w:val="00184743"/>
    <w:rsid w:val="001C22B6"/>
    <w:rsid w:val="001D1311"/>
    <w:rsid w:val="00207D28"/>
    <w:rsid w:val="00207DF5"/>
    <w:rsid w:val="00216C0D"/>
    <w:rsid w:val="00280E07"/>
    <w:rsid w:val="002C31BF"/>
    <w:rsid w:val="002D08B1"/>
    <w:rsid w:val="002E0CD7"/>
    <w:rsid w:val="003146C2"/>
    <w:rsid w:val="00331BE6"/>
    <w:rsid w:val="00341DCF"/>
    <w:rsid w:val="00357BC6"/>
    <w:rsid w:val="003956C6"/>
    <w:rsid w:val="003F3CCE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348C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068EA"/>
    <w:rsid w:val="00710723"/>
    <w:rsid w:val="00723ED1"/>
    <w:rsid w:val="00743525"/>
    <w:rsid w:val="0076286B"/>
    <w:rsid w:val="00766846"/>
    <w:rsid w:val="0077673A"/>
    <w:rsid w:val="007846E1"/>
    <w:rsid w:val="0079313A"/>
    <w:rsid w:val="007B570C"/>
    <w:rsid w:val="007C589B"/>
    <w:rsid w:val="007E4A6E"/>
    <w:rsid w:val="007F56A7"/>
    <w:rsid w:val="00807DD0"/>
    <w:rsid w:val="00840DA6"/>
    <w:rsid w:val="008659F3"/>
    <w:rsid w:val="00886D4B"/>
    <w:rsid w:val="00895406"/>
    <w:rsid w:val="008A3568"/>
    <w:rsid w:val="008D03B9"/>
    <w:rsid w:val="008E3E3D"/>
    <w:rsid w:val="008F14DE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63D44"/>
    <w:rsid w:val="00C9173F"/>
    <w:rsid w:val="00CA7297"/>
    <w:rsid w:val="00CB2A3C"/>
    <w:rsid w:val="00CC2930"/>
    <w:rsid w:val="00CD1FC4"/>
    <w:rsid w:val="00D21061"/>
    <w:rsid w:val="00D4108E"/>
    <w:rsid w:val="00D6163D"/>
    <w:rsid w:val="00D73D46"/>
    <w:rsid w:val="00D765F2"/>
    <w:rsid w:val="00D831A3"/>
    <w:rsid w:val="00DC75F3"/>
    <w:rsid w:val="00DD29C3"/>
    <w:rsid w:val="00DD46F3"/>
    <w:rsid w:val="00DE56F2"/>
    <w:rsid w:val="00DF116D"/>
    <w:rsid w:val="00E32C41"/>
    <w:rsid w:val="00E36C4A"/>
    <w:rsid w:val="00E61007"/>
    <w:rsid w:val="00EB104F"/>
    <w:rsid w:val="00ED14BD"/>
    <w:rsid w:val="00F04F0E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  <w:rsid w:val="00FF0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32C41"/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FB2E8A6-9ADE-41EB-8399-9880CA21C94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purl.org/dc/elements/1.1/"/>
    <ds:schemaRef ds:uri="http://schemas.microsoft.com/office/2006/metadata/properties"/>
    <ds:schemaRef ds:uri="4e4a6a96-f3e4-483d-987d-304999e1d579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5DD6BFF-99F3-4335-A730-A5F1A1D23E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2</TotalTime>
  <Pages>1</Pages>
  <Words>113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Petříček Roman, Ing.</cp:lastModifiedBy>
  <cp:revision>4</cp:revision>
  <cp:lastPrinted>2017-11-28T17:18:00Z</cp:lastPrinted>
  <dcterms:created xsi:type="dcterms:W3CDTF">2025-05-06T05:34:00Z</dcterms:created>
  <dcterms:modified xsi:type="dcterms:W3CDTF">2025-05-19T10:22:00Z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  <property fmtid="{D5CDD505-2E9C-101B-9397-08002B2CF9AE}" pid="4" name="ClassificationContentMarkingHeaderShapeIds">
    <vt:lpwstr>558a64d4,2e148a70,3e7eccf4</vt:lpwstr>
  </property>
  <property fmtid="{D5CDD505-2E9C-101B-9397-08002B2CF9AE}" pid="5" name="ClassificationContentMarkingHeaderFontProps">
    <vt:lpwstr>#000000,7,Verdana</vt:lpwstr>
  </property>
  <property fmtid="{D5CDD505-2E9C-101B-9397-08002B2CF9AE}" pid="6" name="ClassificationContentMarkingHeaderText">
    <vt:lpwstr>SŽ: Interní</vt:lpwstr>
  </property>
</Properties>
</file>